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Default="000008ED" w:rsidP="006C2343">
      <w:pPr>
        <w:pStyle w:val="Titul1"/>
      </w:pPr>
      <w:r w:rsidRPr="000008ED">
        <w:t>KOMENTÁŘ K</w:t>
      </w:r>
      <w:r w:rsidR="009A1080">
        <w:t> POŽADAVKŮM NA VÝKON A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sdt>
      <w:sdtPr>
        <w:rPr>
          <w:rStyle w:val="Nzevakce"/>
          <w:highlight w:val="green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77777777" w:rsidR="00CF0EF4" w:rsidRDefault="00EC5C81" w:rsidP="00CF0EF4">
          <w:pPr>
            <w:pStyle w:val="Tituldatum"/>
          </w:pPr>
          <w:r w:rsidRPr="00BF54FE">
            <w:rPr>
              <w:rStyle w:val="Nzevakce"/>
              <w:highlight w:val="green"/>
            </w:rPr>
            <w:t>Název akce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77777777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CD039F">
        <w:rPr>
          <w:highlight w:val="green"/>
        </w:rPr>
        <w:t>14</w:t>
      </w:r>
      <w:r w:rsidRPr="000C5D34">
        <w:rPr>
          <w:highlight w:val="green"/>
        </w:rPr>
        <w:t xml:space="preserve">. </w:t>
      </w:r>
      <w:r w:rsidR="009933B5">
        <w:rPr>
          <w:highlight w:val="green"/>
        </w:rPr>
        <w:t>1</w:t>
      </w:r>
      <w:r w:rsidR="00CD039F">
        <w:rPr>
          <w:highlight w:val="green"/>
        </w:rPr>
        <w:t>2</w:t>
      </w:r>
      <w:r w:rsidRPr="000C5D34">
        <w:rPr>
          <w:highlight w:val="green"/>
        </w:rPr>
        <w:t>. 20</w:t>
      </w:r>
      <w:r w:rsidR="00A616BE">
        <w:rPr>
          <w:highlight w:val="green"/>
        </w:rPr>
        <w:t>20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730BC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730BC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730BC7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730BC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730BC7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5A1B687F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0A64D0" w:rsidRPr="000A64D0">
        <w:t>1</w:t>
      </w:r>
      <w:r w:rsidR="00F17F49">
        <w:t>,2,3,4,…)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0C4CE6B2" w:rsidR="00F17F49" w:rsidRPr="000A64D0" w:rsidRDefault="005F475E" w:rsidP="00F17F49">
      <w:pPr>
        <w:pStyle w:val="Text2-1"/>
      </w:pPr>
      <w:r>
        <w:t>Požadavky na výkon a funkci jsou rozdělené na n</w:t>
      </w:r>
      <w:r w:rsidR="0047076E">
        <w:t>áklady na stavební práce a další činnosti prováděné v průběhu nebo po ukončení</w:t>
      </w:r>
      <w:bookmarkStart w:id="8" w:name="_GoBack"/>
      <w:bookmarkEnd w:id="8"/>
      <w:r w:rsidR="0047076E">
        <w:t xml:space="preserve">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proofErr w:type="spellStart"/>
      <w:r w:rsidR="00F17F49" w:rsidRPr="009909F2">
        <w:t>Stavby_</w:t>
      </w:r>
      <w:r w:rsidR="00F17F49">
        <w:t>X</w:t>
      </w:r>
      <w:proofErr w:type="spellEnd"/>
      <w:r w:rsidR="00F17F49" w:rsidRPr="009909F2">
        <w:t>_</w:t>
      </w:r>
      <w:r w:rsidR="002F7330">
        <w:t xml:space="preserve"> </w:t>
      </w:r>
      <w:r w:rsidR="00F17F49" w:rsidRPr="009909F2">
        <w:t>Požadavky na výkon a funkci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9" w:name="_Toc58914532"/>
      <w:r>
        <w:t xml:space="preserve">ZÁKLADNÍ PRAVIDLA PRO </w:t>
      </w:r>
      <w:r w:rsidR="002A1540">
        <w:t>stanovení ceny Díla</w:t>
      </w:r>
      <w:bookmarkEnd w:id="9"/>
    </w:p>
    <w:p w14:paraId="61F9656E" w14:textId="77777777" w:rsidR="005E07BA" w:rsidRDefault="007107C4" w:rsidP="005E07BA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77777777" w:rsidR="00A6753E" w:rsidRPr="00A6753E" w:rsidRDefault="00A6753E" w:rsidP="00FB5DD9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X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Název stavby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5A165E01" w:rsidR="00D92C34" w:rsidRDefault="00D92C34" w:rsidP="0047076E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B2233D" w:rsidRPr="00B2233D">
        <w:rPr>
          <w:i/>
        </w:rPr>
        <w:t>_X_Požadavky</w:t>
      </w:r>
      <w:proofErr w:type="spellEnd"/>
      <w:r w:rsidR="00B2233D" w:rsidRPr="00B2233D">
        <w:rPr>
          <w:i/>
        </w:rPr>
        <w:t xml:space="preserve"> na výkon a funkci.xlsx“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272142AD" w:rsidR="0047076E" w:rsidRDefault="00F9234A" w:rsidP="0047076E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207B96B" w:rsidR="005E07BA" w:rsidRDefault="005E07BA" w:rsidP="005E07B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proofErr w:type="spellStart"/>
      <w:r w:rsidR="002F7330" w:rsidRPr="00B2233D">
        <w:rPr>
          <w:i/>
        </w:rPr>
        <w:t>Stavb</w:t>
      </w:r>
      <w:r w:rsidR="002F7330">
        <w:rPr>
          <w:i/>
        </w:rPr>
        <w:t>y</w:t>
      </w:r>
      <w:r w:rsidR="00D3343B" w:rsidRPr="00B2233D">
        <w:rPr>
          <w:i/>
        </w:rPr>
        <w:t>_X_Požadavky</w:t>
      </w:r>
      <w:proofErr w:type="spellEnd"/>
      <w:r w:rsidR="00D3343B" w:rsidRPr="00B2233D">
        <w:rPr>
          <w:i/>
        </w:rPr>
        <w:t xml:space="preserve"> na výkon a funkci.xlsx“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lastRenderedPageBreak/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lastRenderedPageBreak/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3E6B82" w:rsidRDefault="002270C5" w:rsidP="00C87634">
          <w:pPr>
            <w:pStyle w:val="Zpatvle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F148AF" w:rsidRPr="00F148AF">
            <w:rPr>
              <w:b/>
              <w:bCs/>
              <w:noProof/>
            </w:rPr>
            <w:t>Název</w:t>
          </w:r>
          <w:r w:rsidR="00F148AF">
            <w:rPr>
              <w:b/>
              <w:noProof/>
            </w:rPr>
            <w:t xml:space="preserve"> akce</w:t>
          </w:r>
          <w:r w:rsidRPr="003E6B82">
            <w:rPr>
              <w:b/>
              <w:bCs/>
              <w:noProof/>
            </w:rPr>
            <w:fldChar w:fldCharType="end"/>
          </w:r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3E6B82" w:rsidRDefault="002270C5" w:rsidP="00C87634">
          <w:pPr>
            <w:pStyle w:val="Zpatvpravo"/>
            <w:rPr>
              <w:b/>
            </w:rPr>
          </w:pPr>
          <w:r w:rsidRPr="003E6B82">
            <w:rPr>
              <w:b/>
            </w:rPr>
            <w:fldChar w:fldCharType="begin"/>
          </w:r>
          <w:r w:rsidRPr="003E6B82">
            <w:rPr>
              <w:b/>
            </w:rPr>
            <w:instrText xml:space="preserve"> STYLEREF  _Název_akce  \* MERGEFORMAT </w:instrText>
          </w:r>
          <w:r w:rsidRPr="003E6B82">
            <w:rPr>
              <w:b/>
            </w:rPr>
            <w:fldChar w:fldCharType="separate"/>
          </w:r>
          <w:r w:rsidR="00F148AF" w:rsidRPr="00F148AF">
            <w:rPr>
              <w:b/>
              <w:bCs/>
              <w:noProof/>
            </w:rPr>
            <w:t>Název</w:t>
          </w:r>
          <w:r w:rsidR="00F148AF">
            <w:rPr>
              <w:b/>
              <w:noProof/>
            </w:rPr>
            <w:t xml:space="preserve"> akce</w:t>
          </w:r>
          <w:r w:rsidRPr="003E6B82">
            <w:rPr>
              <w:b/>
              <w:bCs/>
              <w:noProof/>
            </w:rPr>
            <w:fldChar w:fldCharType="end"/>
          </w:r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8A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5EFA"/>
    <w:rsid w:val="004078F3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6A37"/>
    <w:rsid w:val="00CB7684"/>
    <w:rsid w:val="00CC7C8F"/>
    <w:rsid w:val="00CD039F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5711D41B474129AE7EE596BC6CBC26">
    <w:name w:val="615711D41B474129AE7EE596BC6CBC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D973A7A-D006-43C7-942C-222B13BDC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11</TotalTime>
  <Pages>6</Pages>
  <Words>1568</Words>
  <Characters>9254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Salavová Mariana, Ing.</cp:lastModifiedBy>
  <cp:revision>6</cp:revision>
  <cp:lastPrinted>2019-03-13T10:28:00Z</cp:lastPrinted>
  <dcterms:created xsi:type="dcterms:W3CDTF">2020-12-15T07:50:00Z</dcterms:created>
  <dcterms:modified xsi:type="dcterms:W3CDTF">2020-12-16T07:40:00Z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